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F5243" w14:textId="0E82E21D" w:rsidR="00535962" w:rsidRPr="00F7167E" w:rsidRDefault="00A656CB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3A4386" wp14:editId="3094CC86">
                <wp:simplePos x="0" y="0"/>
                <wp:positionH relativeFrom="column">
                  <wp:posOffset>6924675</wp:posOffset>
                </wp:positionH>
                <wp:positionV relativeFrom="paragraph">
                  <wp:posOffset>-552450</wp:posOffset>
                </wp:positionV>
                <wp:extent cx="2034540" cy="701040"/>
                <wp:effectExtent l="0" t="0" r="22860" b="2286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45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3B8CF37B" w14:textId="25279438" w:rsidR="00840E00" w:rsidRPr="00535962" w:rsidRDefault="00A656CB" w:rsidP="00840E0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03A794" w14:textId="77777777"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A4386" id="Group 20" o:spid="_x0000_s1026" style="position:absolute;margin-left:545.25pt;margin-top:-43.5pt;width:160.2pt;height:55.2pt;z-index:25166028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">
                <v:rect id="Rectangle 21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2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3B8CF37B" w14:textId="25279438" w:rsidR="00840E00" w:rsidRPr="00535962" w:rsidRDefault="00A656CB" w:rsidP="00840E00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3703A794" w14:textId="77777777"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762B3" w:rsidRPr="009A41E5">
        <w:rPr>
          <w:noProof/>
          <w:lang w:val="es-DO" w:eastAsia="es-DO"/>
        </w:rPr>
        <w:drawing>
          <wp:anchor distT="0" distB="0" distL="114300" distR="114300" simplePos="0" relativeHeight="251664384" behindDoc="0" locked="0" layoutInCell="1" allowOverlap="1" wp14:anchorId="6CEB1BEB" wp14:editId="129AE502">
            <wp:simplePos x="0" y="0"/>
            <wp:positionH relativeFrom="margin">
              <wp:posOffset>4050665</wp:posOffset>
            </wp:positionH>
            <wp:positionV relativeFrom="margin">
              <wp:posOffset>-606425</wp:posOffset>
            </wp:positionV>
            <wp:extent cx="882000" cy="878400"/>
            <wp:effectExtent l="0" t="0" r="0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1E5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B504116" wp14:editId="4E292D34">
                <wp:simplePos x="0" y="0"/>
                <wp:positionH relativeFrom="column">
                  <wp:posOffset>-472440</wp:posOffset>
                </wp:positionH>
                <wp:positionV relativeFrom="paragraph">
                  <wp:posOffset>-334645</wp:posOffset>
                </wp:positionV>
                <wp:extent cx="1028700" cy="1078230"/>
                <wp:effectExtent l="3810" t="635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44FD410B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45737F0" wp14:editId="089559C9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04116" id="Text Box 2" o:spid="_x0000_s1031" type="#_x0000_t202" style="position:absolute;margin-left:-37.2pt;margin-top:-26.35pt;width:81pt;height:84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44FD410B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45737F0" wp14:editId="089559C9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A6F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4AC062" wp14:editId="64C31A62">
                <wp:simplePos x="0" y="0"/>
                <wp:positionH relativeFrom="column">
                  <wp:posOffset>-372745</wp:posOffset>
                </wp:positionH>
                <wp:positionV relativeFrom="paragraph">
                  <wp:posOffset>-510540</wp:posOffset>
                </wp:positionV>
                <wp:extent cx="948055" cy="305435"/>
                <wp:effectExtent l="0" t="381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142EA" w14:textId="77777777"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AC062" id="Text Box 27" o:spid="_x0000_s1032" type="#_x0000_t202" style="position:absolute;margin-left:-29.35pt;margin-top:-40.2pt;width:74.65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HDZF+7gAAAACgEAAA8AAAAAAAAAAAAAAAAANAQAAGRycy9kb3ducmV2LnhtbFBLBQYAAAAA&#10;BAAEAPMAAABBBQAAAAA=&#10;" filled="f" stroked="f">
                <v:textbox inset="0,0,0,0">
                  <w:txbxContent>
                    <w:p w14:paraId="25F142EA" w14:textId="77777777"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</w:p>
    <w:p w14:paraId="6193ABB4" w14:textId="77777777"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D816F1" wp14:editId="1BF4E043">
                <wp:simplePos x="0" y="0"/>
                <wp:positionH relativeFrom="column">
                  <wp:posOffset>2902585</wp:posOffset>
                </wp:positionH>
                <wp:positionV relativeFrom="paragraph">
                  <wp:posOffset>99695</wp:posOffset>
                </wp:positionV>
                <wp:extent cx="3037840" cy="279400"/>
                <wp:effectExtent l="0" t="0" r="3175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B7C5A" w14:textId="2181B33F" w:rsidR="002E1412" w:rsidRPr="002E1412" w:rsidRDefault="00A656C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816F1" id="Text Box 16" o:spid="_x0000_s1033" type="#_x0000_t202" style="position:absolute;margin-left:228.55pt;margin-top:7.85pt;width:239.2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0tO9wEAANEDAAAOAAAAZHJzL2Uyb0RvYy54bWysU8Fu2zAMvQ/YPwi6L3bSbGm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" stroked="f">
                <v:textbox>
                  <w:txbxContent>
                    <w:p w14:paraId="3CEB7C5A" w14:textId="2181B33F" w:rsidR="002E1412" w:rsidRPr="002E1412" w:rsidRDefault="00A656C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4C3379" wp14:editId="325F6739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2FFDC" w14:textId="77777777" w:rsidR="0026335F" w:rsidRPr="0026335F" w:rsidRDefault="00A656C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C3379" id="Text Box 12" o:spid="_x0000_s1034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in5AEAAKgDAAAOAAAAZHJzL2Uyb0RvYy54bWysU9uO0zAQfUfiHyy/01xo2R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" filled="f" stroked="f">
                <v:textbox>
                  <w:txbxContent>
                    <w:p w14:paraId="0ED2FFDC" w14:textId="77777777" w:rsidR="0026335F" w:rsidRPr="0026335F" w:rsidRDefault="00A656C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92F10A6" w14:textId="77777777" w:rsidR="007D608F" w:rsidRDefault="009A41E5" w:rsidP="00E81276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07CD60" wp14:editId="735EA347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D1CCF" w14:textId="77777777" w:rsidR="00F7443C" w:rsidRPr="004767CC" w:rsidRDefault="00A656C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7CD60" id="Text Box 18" o:spid="_x0000_s1035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" stroked="f">
                <v:textbox>
                  <w:txbxContent>
                    <w:p w14:paraId="6EBD1CCF" w14:textId="77777777" w:rsidR="00F7443C" w:rsidRPr="004767CC" w:rsidRDefault="00A656C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AADEF8" wp14:editId="06389375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EB2E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22B7A" w:rsidRPr="00822B7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ADEF8" id="Text Box 13" o:spid="_x0000_s1036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" filled="f" stroked="f">
                <v:textbox>
                  <w:txbxContent>
                    <w:p w14:paraId="73CEB2E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22B7A" w:rsidRPr="00822B7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1D9E9E9A" w14:textId="77777777"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14:paraId="69373BCE" w14:textId="77777777"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14:paraId="06FE4114" w14:textId="77777777"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3135DAD" w14:textId="77777777"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FDA5A3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14:paraId="35C85EB8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14:paraId="42A90E9F" w14:textId="7777777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14:paraId="62E68019" w14:textId="77777777"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14:paraId="3FCD3552" w14:textId="77777777"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14:paraId="3E835664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14:paraId="4F961EBB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14:paraId="4D25D50F" w14:textId="77777777"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14:paraId="3F6B7438" w14:textId="77777777"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14:paraId="18566508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14:paraId="456EB1D5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14:paraId="481C2ADC" w14:textId="77777777" w:rsidTr="00822B7A">
        <w:trPr>
          <w:trHeight w:val="229"/>
          <w:jc w:val="center"/>
        </w:trPr>
        <w:tc>
          <w:tcPr>
            <w:tcW w:w="0" w:type="auto"/>
          </w:tcPr>
          <w:p w14:paraId="6AA2C63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14:paraId="019B581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F8F4CF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78854B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42672C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120F149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795B0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74ADBC4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A7745E6" w14:textId="77777777" w:rsidTr="00822B7A">
        <w:trPr>
          <w:trHeight w:val="211"/>
          <w:jc w:val="center"/>
        </w:trPr>
        <w:tc>
          <w:tcPr>
            <w:tcW w:w="0" w:type="auto"/>
          </w:tcPr>
          <w:p w14:paraId="7BA50F9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652F8C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81DDE4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CE42AC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84A9D0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3176724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2809EC4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1FB9156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8A9C054" w14:textId="77777777" w:rsidTr="00822B7A">
        <w:trPr>
          <w:trHeight w:val="229"/>
          <w:jc w:val="center"/>
        </w:trPr>
        <w:tc>
          <w:tcPr>
            <w:tcW w:w="0" w:type="auto"/>
          </w:tcPr>
          <w:p w14:paraId="6CC1397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BC714F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2F7C86E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74F00D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CE0EEB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C31859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2DEDFC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B3B9AA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4E467BC7" w14:textId="77777777" w:rsidTr="00822B7A">
        <w:trPr>
          <w:trHeight w:val="229"/>
          <w:jc w:val="center"/>
        </w:trPr>
        <w:tc>
          <w:tcPr>
            <w:tcW w:w="0" w:type="auto"/>
          </w:tcPr>
          <w:p w14:paraId="2344536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F41284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51B3280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1134E2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CAA6EE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716CB4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2623C5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DB11A3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6AE38AA" w14:textId="77777777" w:rsidTr="00822B7A">
        <w:trPr>
          <w:trHeight w:val="229"/>
          <w:jc w:val="center"/>
        </w:trPr>
        <w:tc>
          <w:tcPr>
            <w:tcW w:w="0" w:type="auto"/>
          </w:tcPr>
          <w:p w14:paraId="0107610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13230EC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2FBE1E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4175EC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F9C15C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1FCDF3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1D0D26D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1C97CD5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C72A192" w14:textId="77777777" w:rsidTr="00822B7A">
        <w:trPr>
          <w:trHeight w:val="229"/>
          <w:jc w:val="center"/>
        </w:trPr>
        <w:tc>
          <w:tcPr>
            <w:tcW w:w="0" w:type="auto"/>
          </w:tcPr>
          <w:p w14:paraId="64C076F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14:paraId="46A1F90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EDBDDC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3D72F3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513C609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1451B55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1DA62DC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B3647F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6B6F9ECA" w14:textId="77777777" w:rsidTr="00822B7A">
        <w:trPr>
          <w:trHeight w:val="229"/>
          <w:jc w:val="center"/>
        </w:trPr>
        <w:tc>
          <w:tcPr>
            <w:tcW w:w="0" w:type="auto"/>
          </w:tcPr>
          <w:p w14:paraId="14AD40A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5595D54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023EEB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D8AC2B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F5CE2A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696F603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0CB892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4B5A8A1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46A44913" w14:textId="77777777" w:rsidTr="00822B7A">
        <w:trPr>
          <w:trHeight w:val="211"/>
          <w:jc w:val="center"/>
        </w:trPr>
        <w:tc>
          <w:tcPr>
            <w:tcW w:w="0" w:type="auto"/>
          </w:tcPr>
          <w:p w14:paraId="342BABD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A6B0AE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78F010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42889E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23FE4A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8346E5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E79702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43D111C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A895E5B" w14:textId="77777777" w:rsidTr="00822B7A">
        <w:trPr>
          <w:trHeight w:val="229"/>
          <w:jc w:val="center"/>
        </w:trPr>
        <w:tc>
          <w:tcPr>
            <w:tcW w:w="0" w:type="auto"/>
          </w:tcPr>
          <w:p w14:paraId="27943DD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D141B3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765183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4C5E22E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526D277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08F171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C7646B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7083C78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994E3A4" w14:textId="77777777" w:rsidTr="00822B7A">
        <w:trPr>
          <w:trHeight w:val="229"/>
          <w:jc w:val="center"/>
        </w:trPr>
        <w:tc>
          <w:tcPr>
            <w:tcW w:w="0" w:type="auto"/>
          </w:tcPr>
          <w:p w14:paraId="52F58F6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18BC4D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5A0BB5E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E4DA56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53CE1A8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4DCB84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295A88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26FE44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14:paraId="7FEDC35F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14:paraId="5F6D1E94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14:paraId="783AF266" w14:textId="77777777"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08721CB5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14:paraId="1CC403BA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14:paraId="26CFC459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0BAC52A4" w14:textId="77777777"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7A23F" w14:textId="77777777" w:rsidR="0053293F" w:rsidRDefault="0053293F" w:rsidP="001007E7">
      <w:pPr>
        <w:spacing w:after="0" w:line="240" w:lineRule="auto"/>
      </w:pPr>
      <w:r>
        <w:separator/>
      </w:r>
    </w:p>
  </w:endnote>
  <w:endnote w:type="continuationSeparator" w:id="0">
    <w:p w14:paraId="1F490063" w14:textId="77777777" w:rsidR="0053293F" w:rsidRDefault="0053293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8D07" w14:textId="77777777" w:rsidR="001007E7" w:rsidRDefault="00830A6F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3B853D" wp14:editId="6C734628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742C0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B85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" filled="f" stroked="f">
              <v:textbox inset="0,0,0,0">
                <w:txbxContent>
                  <w:p w14:paraId="2F2742C0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5753EF" wp14:editId="3A3BC4C7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DC025A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532B10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D5753EF" id="Text Box 3" o:spid="_x0000_s1038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" filled="f" stroked="f">
              <v:textbox style="mso-fit-shape-to-text:t" inset="0,0,0,0">
                <w:txbxContent>
                  <w:p w14:paraId="66DC025A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532B10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14:paraId="1E30E4B7" w14:textId="77777777"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21F8CEAD" wp14:editId="611D8828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4C30989" w14:textId="77777777"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14:paraId="5951C16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45554" w14:textId="77777777" w:rsidR="0053293F" w:rsidRDefault="0053293F" w:rsidP="001007E7">
      <w:pPr>
        <w:spacing w:after="0" w:line="240" w:lineRule="auto"/>
      </w:pPr>
      <w:r>
        <w:separator/>
      </w:r>
    </w:p>
  </w:footnote>
  <w:footnote w:type="continuationSeparator" w:id="0">
    <w:p w14:paraId="59D9D11E" w14:textId="77777777" w:rsidR="0053293F" w:rsidRDefault="0053293F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1342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F28CC"/>
    <w:rsid w:val="001F73A7"/>
    <w:rsid w:val="002356C0"/>
    <w:rsid w:val="00253DBA"/>
    <w:rsid w:val="0026335F"/>
    <w:rsid w:val="002655DF"/>
    <w:rsid w:val="00284B63"/>
    <w:rsid w:val="002860A4"/>
    <w:rsid w:val="002971F5"/>
    <w:rsid w:val="002E1412"/>
    <w:rsid w:val="00314023"/>
    <w:rsid w:val="0031441A"/>
    <w:rsid w:val="00314FCD"/>
    <w:rsid w:val="003B38E0"/>
    <w:rsid w:val="003F0543"/>
    <w:rsid w:val="0042490F"/>
    <w:rsid w:val="00466B9C"/>
    <w:rsid w:val="004762B3"/>
    <w:rsid w:val="004767CC"/>
    <w:rsid w:val="004C4743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6739"/>
    <w:rsid w:val="008A68D0"/>
    <w:rsid w:val="008B3AE5"/>
    <w:rsid w:val="009A2AEC"/>
    <w:rsid w:val="009A41E5"/>
    <w:rsid w:val="00A16099"/>
    <w:rsid w:val="00A640BD"/>
    <w:rsid w:val="00A6449B"/>
    <w:rsid w:val="00A656C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95ADE"/>
    <w:rsid w:val="00CA4661"/>
    <w:rsid w:val="00CE67A3"/>
    <w:rsid w:val="00D24FA7"/>
    <w:rsid w:val="00D6469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8D5BE2C"/>
  <w15:docId w15:val="{55F2BA5D-9771-4E22-911C-9651C4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69479-CB35-4C13-999A-183832A7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3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2</cp:revision>
  <cp:lastPrinted>2011-03-04T19:05:00Z</cp:lastPrinted>
  <dcterms:created xsi:type="dcterms:W3CDTF">2025-09-18T16:17:00Z</dcterms:created>
  <dcterms:modified xsi:type="dcterms:W3CDTF">2025-09-18T16:17:00Z</dcterms:modified>
</cp:coreProperties>
</file>